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033C7C" w:rsidRPr="00AB4428" w:rsidTr="00047A4E">
        <w:trPr>
          <w:trHeight w:val="567"/>
        </w:trPr>
        <w:tc>
          <w:tcPr>
            <w:tcW w:w="1701" w:type="dxa"/>
            <w:vAlign w:val="center"/>
          </w:tcPr>
          <w:p w:rsidR="00033C7C" w:rsidRPr="00AB4428" w:rsidRDefault="00033C7C" w:rsidP="00047A4E">
            <w:pPr>
              <w:rPr>
                <w:rFonts w:cs="Arial"/>
              </w:rPr>
            </w:pPr>
            <w:r w:rsidRPr="00AB4428">
              <w:rPr>
                <w:rFonts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033C7C" w:rsidRPr="00AB4428" w:rsidRDefault="00033C7C" w:rsidP="00047A4E">
            <w:pPr>
              <w:rPr>
                <w:rFonts w:cs="Arial"/>
              </w:rPr>
            </w:pPr>
          </w:p>
        </w:tc>
      </w:tr>
      <w:tr w:rsidR="00033C7C" w:rsidRPr="00AB4428" w:rsidTr="00047A4E">
        <w:trPr>
          <w:trHeight w:val="567"/>
        </w:trPr>
        <w:tc>
          <w:tcPr>
            <w:tcW w:w="1701" w:type="dxa"/>
            <w:vAlign w:val="center"/>
          </w:tcPr>
          <w:p w:rsidR="00033C7C" w:rsidRPr="00AB4428" w:rsidRDefault="00033C7C" w:rsidP="00047A4E">
            <w:pPr>
              <w:rPr>
                <w:rFonts w:cs="Arial"/>
              </w:rPr>
            </w:pPr>
            <w:r w:rsidRPr="00AB4428">
              <w:rPr>
                <w:rFonts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033C7C" w:rsidRPr="00AB4428" w:rsidRDefault="00033C7C" w:rsidP="00047A4E">
            <w:pPr>
              <w:rPr>
                <w:rFonts w:cs="Arial"/>
              </w:rPr>
            </w:pPr>
          </w:p>
        </w:tc>
      </w:tr>
      <w:tr w:rsidR="00033C7C" w:rsidRPr="00AB4428" w:rsidTr="00047A4E">
        <w:trPr>
          <w:trHeight w:val="567"/>
        </w:trPr>
        <w:tc>
          <w:tcPr>
            <w:tcW w:w="1701" w:type="dxa"/>
            <w:vAlign w:val="center"/>
          </w:tcPr>
          <w:p w:rsidR="00033C7C" w:rsidRPr="00AB4428" w:rsidRDefault="00033C7C" w:rsidP="00047A4E">
            <w:pPr>
              <w:rPr>
                <w:rFonts w:cs="Arial"/>
              </w:rPr>
            </w:pPr>
            <w:r w:rsidRPr="00AB4428">
              <w:rPr>
                <w:rFonts w:cs="Arial"/>
              </w:rPr>
              <w:t>Betreff:</w:t>
            </w:r>
          </w:p>
        </w:tc>
        <w:tc>
          <w:tcPr>
            <w:tcW w:w="7938" w:type="dxa"/>
            <w:vAlign w:val="center"/>
          </w:tcPr>
          <w:p w:rsidR="00033C7C" w:rsidRPr="00AB4428" w:rsidRDefault="00033C7C" w:rsidP="00047A4E">
            <w:pPr>
              <w:rPr>
                <w:rFonts w:cs="Arial"/>
              </w:rPr>
            </w:pPr>
          </w:p>
        </w:tc>
      </w:tr>
      <w:tr w:rsidR="00033C7C" w:rsidRPr="00AB4428" w:rsidTr="00047A4E">
        <w:trPr>
          <w:trHeight w:val="567"/>
        </w:trPr>
        <w:tc>
          <w:tcPr>
            <w:tcW w:w="1701" w:type="dxa"/>
            <w:vAlign w:val="center"/>
          </w:tcPr>
          <w:p w:rsidR="00033C7C" w:rsidRPr="00AB4428" w:rsidRDefault="00033C7C" w:rsidP="00047A4E">
            <w:pPr>
              <w:rPr>
                <w:rFonts w:cs="Arial"/>
              </w:rPr>
            </w:pPr>
            <w:r w:rsidRPr="00AB4428">
              <w:rPr>
                <w:rFonts w:cs="Arial"/>
              </w:rPr>
              <w:t>An</w:t>
            </w:r>
            <w:r>
              <w:rPr>
                <w:rFonts w:cs="Arial"/>
              </w:rPr>
              <w:t>hang</w:t>
            </w:r>
            <w:r w:rsidRPr="00AB4428">
              <w:rPr>
                <w:rFonts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033C7C" w:rsidRPr="00AB4428" w:rsidRDefault="00033C7C" w:rsidP="00047A4E">
            <w:pPr>
              <w:rPr>
                <w:rFonts w:cs="Arial"/>
              </w:rPr>
            </w:pPr>
          </w:p>
        </w:tc>
      </w:tr>
      <w:tr w:rsidR="00033C7C" w:rsidRPr="00AB4428" w:rsidTr="00047A4E">
        <w:trPr>
          <w:trHeight w:val="6539"/>
        </w:trPr>
        <w:tc>
          <w:tcPr>
            <w:tcW w:w="9639" w:type="dxa"/>
            <w:gridSpan w:val="2"/>
          </w:tcPr>
          <w:p w:rsidR="00033C7C" w:rsidRPr="00AB4428" w:rsidRDefault="00033C7C" w:rsidP="00047A4E">
            <w:pPr>
              <w:rPr>
                <w:rFonts w:cs="Arial"/>
              </w:rPr>
            </w:pPr>
          </w:p>
          <w:p w:rsidR="00033C7C" w:rsidRPr="00AB4428" w:rsidRDefault="00033C7C" w:rsidP="00047A4E">
            <w:pPr>
              <w:rPr>
                <w:rFonts w:cs="Arial"/>
              </w:rPr>
            </w:pPr>
          </w:p>
          <w:p w:rsidR="00033C7C" w:rsidRPr="00AB4428" w:rsidRDefault="00033C7C" w:rsidP="00047A4E">
            <w:pPr>
              <w:rPr>
                <w:rFonts w:cs="Arial"/>
              </w:rPr>
            </w:pPr>
          </w:p>
          <w:p w:rsidR="00033C7C" w:rsidRPr="00AB4428" w:rsidRDefault="00033C7C" w:rsidP="00047A4E">
            <w:pPr>
              <w:rPr>
                <w:rFonts w:cs="Arial"/>
              </w:rPr>
            </w:pPr>
          </w:p>
          <w:p w:rsidR="00033C7C" w:rsidRPr="00AB4428" w:rsidRDefault="00033C7C" w:rsidP="00047A4E">
            <w:pPr>
              <w:rPr>
                <w:rFonts w:cs="Arial"/>
              </w:rPr>
            </w:pPr>
          </w:p>
          <w:p w:rsidR="00033C7C" w:rsidRPr="00AB4428" w:rsidRDefault="00033C7C" w:rsidP="00047A4E">
            <w:pPr>
              <w:rPr>
                <w:rFonts w:cs="Arial"/>
              </w:rPr>
            </w:pPr>
          </w:p>
          <w:p w:rsidR="00033C7C" w:rsidRPr="00AB4428" w:rsidRDefault="00033C7C" w:rsidP="00047A4E">
            <w:pPr>
              <w:rPr>
                <w:rFonts w:cs="Arial"/>
              </w:rPr>
            </w:pPr>
          </w:p>
          <w:p w:rsidR="00033C7C" w:rsidRPr="00AB4428" w:rsidRDefault="00033C7C" w:rsidP="00047A4E">
            <w:pPr>
              <w:rPr>
                <w:rFonts w:cs="Arial"/>
              </w:rPr>
            </w:pPr>
          </w:p>
          <w:p w:rsidR="00033C7C" w:rsidRPr="00AB4428" w:rsidRDefault="00033C7C" w:rsidP="00047A4E">
            <w:pPr>
              <w:rPr>
                <w:rFonts w:cs="Arial"/>
              </w:rPr>
            </w:pPr>
          </w:p>
          <w:p w:rsidR="00033C7C" w:rsidRPr="00AB4428" w:rsidRDefault="00033C7C" w:rsidP="00047A4E">
            <w:pPr>
              <w:rPr>
                <w:rFonts w:cs="Arial"/>
              </w:rPr>
            </w:pPr>
            <w:r w:rsidRPr="00AB4428">
              <w:rPr>
                <w:rFonts w:cs="Arial"/>
              </w:rPr>
              <w:t>E-Mail: info@buero-schulze.de</w:t>
            </w:r>
          </w:p>
          <w:p w:rsidR="00033C7C" w:rsidRPr="00AB4428" w:rsidRDefault="00033C7C" w:rsidP="00047A4E">
            <w:pPr>
              <w:rPr>
                <w:rFonts w:cs="Arial"/>
              </w:rPr>
            </w:pPr>
            <w:r w:rsidRPr="00AB4428">
              <w:rPr>
                <w:rFonts w:cs="Arial"/>
              </w:rPr>
              <w:t>Internet: www.buero-schulze.de</w:t>
            </w:r>
          </w:p>
          <w:p w:rsidR="00033C7C" w:rsidRPr="00AB4428" w:rsidRDefault="00033C7C" w:rsidP="00047A4E">
            <w:pPr>
              <w:rPr>
                <w:rFonts w:cs="Arial"/>
              </w:rPr>
            </w:pPr>
            <w:r w:rsidRPr="00AB4428">
              <w:rPr>
                <w:rFonts w:cs="Arial"/>
              </w:rPr>
              <w:t>Telefon: 069 6253434</w:t>
            </w:r>
            <w:r>
              <w:rPr>
                <w:rFonts w:cs="Arial"/>
              </w:rPr>
              <w:t xml:space="preserve"> </w:t>
            </w:r>
          </w:p>
          <w:p w:rsidR="00033C7C" w:rsidRPr="00AB4428" w:rsidRDefault="00033C7C" w:rsidP="00047A4E">
            <w:pPr>
              <w:rPr>
                <w:rFonts w:cs="Arial"/>
              </w:rPr>
            </w:pPr>
            <w:r>
              <w:rPr>
                <w:rFonts w:cs="Arial"/>
              </w:rPr>
              <w:t>Telef</w:t>
            </w:r>
            <w:r w:rsidRPr="00AB4428">
              <w:rPr>
                <w:rFonts w:cs="Arial"/>
              </w:rPr>
              <w:t>ax: 069 6253435</w:t>
            </w:r>
          </w:p>
          <w:p w:rsidR="00033C7C" w:rsidRPr="00AB4428" w:rsidRDefault="00033C7C" w:rsidP="00047A4E">
            <w:pPr>
              <w:rPr>
                <w:rFonts w:cs="Arial"/>
              </w:rPr>
            </w:pPr>
          </w:p>
          <w:p w:rsidR="00033C7C" w:rsidRPr="00AB4428" w:rsidRDefault="00033C7C" w:rsidP="00047A4E">
            <w:pPr>
              <w:rPr>
                <w:rFonts w:cs="Arial"/>
              </w:rPr>
            </w:pPr>
            <w:r w:rsidRPr="00AB4428">
              <w:rPr>
                <w:rFonts w:cs="Arial"/>
              </w:rPr>
              <w:t>Sitz/</w:t>
            </w:r>
            <w:r>
              <w:rPr>
                <w:rFonts w:cs="Arial"/>
              </w:rPr>
              <w:t>Hausa</w:t>
            </w:r>
            <w:r w:rsidRPr="00AB4428">
              <w:rPr>
                <w:rFonts w:cs="Arial"/>
              </w:rPr>
              <w:t xml:space="preserve">nschrift: </w:t>
            </w:r>
            <w:r>
              <w:rPr>
                <w:rFonts w:cs="Arial"/>
              </w:rPr>
              <w:t>Seilerstraße 8</w:t>
            </w:r>
            <w:r w:rsidRPr="00AB4428">
              <w:rPr>
                <w:rFonts w:cs="Arial"/>
              </w:rPr>
              <w:t>, 60313 Frankfurt</w:t>
            </w:r>
            <w:r>
              <w:rPr>
                <w:rFonts w:cs="Arial"/>
              </w:rPr>
              <w:t xml:space="preserve"> am </w:t>
            </w:r>
            <w:r w:rsidRPr="00AB4428">
              <w:rPr>
                <w:rFonts w:cs="Arial"/>
              </w:rPr>
              <w:t>Main</w:t>
            </w:r>
          </w:p>
          <w:p w:rsidR="00033C7C" w:rsidRPr="00AB4428" w:rsidRDefault="00033C7C" w:rsidP="00047A4E">
            <w:pPr>
              <w:rPr>
                <w:rFonts w:cs="Arial"/>
              </w:rPr>
            </w:pPr>
            <w:r w:rsidRPr="00AB4428">
              <w:rPr>
                <w:rFonts w:cs="Arial"/>
              </w:rPr>
              <w:t>Handelsregister HRB 127884</w:t>
            </w:r>
            <w:r>
              <w:rPr>
                <w:rFonts w:cs="Arial"/>
              </w:rPr>
              <w:t xml:space="preserve"> beim </w:t>
            </w:r>
            <w:r w:rsidRPr="00AB4428">
              <w:rPr>
                <w:rFonts w:cs="Arial"/>
              </w:rPr>
              <w:t xml:space="preserve">Amtsgericht Frankfurt Mitte </w:t>
            </w:r>
          </w:p>
          <w:p w:rsidR="00033C7C" w:rsidRPr="00AB4428" w:rsidRDefault="00033C7C" w:rsidP="00047A4E">
            <w:pPr>
              <w:rPr>
                <w:rFonts w:cs="Arial"/>
              </w:rPr>
            </w:pPr>
          </w:p>
        </w:tc>
      </w:tr>
    </w:tbl>
    <w:p w:rsidR="00033C7C" w:rsidRPr="00AB4428" w:rsidRDefault="00033C7C" w:rsidP="00033C7C">
      <w:pPr>
        <w:spacing w:after="0" w:line="240" w:lineRule="auto"/>
        <w:rPr>
          <w:rFonts w:cs="Arial"/>
        </w:rPr>
      </w:pPr>
    </w:p>
    <w:p w:rsidR="00CC2C46" w:rsidRPr="00A35161" w:rsidRDefault="00CC2C46" w:rsidP="00A35161">
      <w:pPr>
        <w:pStyle w:val="KeinLeerraum"/>
      </w:pPr>
      <w:bookmarkStart w:id="0" w:name="_GoBack"/>
      <w:bookmarkEnd w:id="0"/>
    </w:p>
    <w:sectPr w:rsidR="00CC2C46" w:rsidRPr="00A35161" w:rsidSect="00AB4428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C4E"/>
    <w:rsid w:val="00016C5B"/>
    <w:rsid w:val="00021691"/>
    <w:rsid w:val="00033C7C"/>
    <w:rsid w:val="0006185C"/>
    <w:rsid w:val="000E10BB"/>
    <w:rsid w:val="00130983"/>
    <w:rsid w:val="001E034E"/>
    <w:rsid w:val="001F05F2"/>
    <w:rsid w:val="001F43F5"/>
    <w:rsid w:val="00310F84"/>
    <w:rsid w:val="003D2BD8"/>
    <w:rsid w:val="00450EB6"/>
    <w:rsid w:val="0048497D"/>
    <w:rsid w:val="00495AF8"/>
    <w:rsid w:val="004D21E2"/>
    <w:rsid w:val="005A7AB9"/>
    <w:rsid w:val="006B1298"/>
    <w:rsid w:val="006F3108"/>
    <w:rsid w:val="00736882"/>
    <w:rsid w:val="00795733"/>
    <w:rsid w:val="008551C4"/>
    <w:rsid w:val="00881A5A"/>
    <w:rsid w:val="0096514E"/>
    <w:rsid w:val="0097790D"/>
    <w:rsid w:val="00A24451"/>
    <w:rsid w:val="00A35161"/>
    <w:rsid w:val="00A43D38"/>
    <w:rsid w:val="00A47DA9"/>
    <w:rsid w:val="00A77F52"/>
    <w:rsid w:val="00B24484"/>
    <w:rsid w:val="00BB3A14"/>
    <w:rsid w:val="00C0720D"/>
    <w:rsid w:val="00C54C3D"/>
    <w:rsid w:val="00C92592"/>
    <w:rsid w:val="00CC2C46"/>
    <w:rsid w:val="00CF014D"/>
    <w:rsid w:val="00CF0218"/>
    <w:rsid w:val="00DA698F"/>
    <w:rsid w:val="00DC5433"/>
    <w:rsid w:val="00F26C0F"/>
    <w:rsid w:val="00FD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F2015-B16C-45B1-BE55-85E28332E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33C7C"/>
    <w:pPr>
      <w:spacing w:after="160" w:line="259" w:lineRule="auto"/>
    </w:pPr>
    <w:rPr>
      <w:rFonts w:asciiTheme="minorHAnsi" w:eastAsiaTheme="minorHAnsi" w:hAnsiTheme="minorHAnsi" w:cstheme="minorBidi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A24451"/>
    <w:pPr>
      <w:keepNext/>
      <w:suppressAutoHyphens/>
      <w:spacing w:before="240" w:after="60" w:line="240" w:lineRule="auto"/>
      <w:outlineLvl w:val="0"/>
    </w:pPr>
    <w:rPr>
      <w:rFonts w:ascii="Arial" w:eastAsiaTheme="majorEastAsia" w:hAnsi="Arial" w:cstheme="majorBidi"/>
      <w:b/>
      <w:bCs/>
      <w:kern w:val="32"/>
      <w:szCs w:val="32"/>
      <w:lang w:eastAsia="ar-SA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3516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24451"/>
    <w:rPr>
      <w:rFonts w:eastAsiaTheme="majorEastAsia" w:cstheme="majorBidi"/>
      <w:b/>
      <w:bCs/>
      <w:kern w:val="32"/>
      <w:szCs w:val="32"/>
      <w:lang w:eastAsia="ar-SA"/>
    </w:rPr>
  </w:style>
  <w:style w:type="paragraph" w:styleId="KeinLeerraum">
    <w:name w:val="No Spacing"/>
    <w:uiPriority w:val="1"/>
    <w:qFormat/>
    <w:rsid w:val="005A7AB9"/>
  </w:style>
  <w:style w:type="character" w:customStyle="1" w:styleId="berschrift2Zchn">
    <w:name w:val="Überschrift 2 Zchn"/>
    <w:basedOn w:val="Absatz-Standardschriftart"/>
    <w:link w:val="berschrift2"/>
    <w:uiPriority w:val="9"/>
    <w:rsid w:val="00A35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table" w:styleId="Tabellenraster">
    <w:name w:val="Table Grid"/>
    <w:basedOn w:val="NormaleTabelle"/>
    <w:uiPriority w:val="39"/>
    <w:rsid w:val="00033C7C"/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D36BB200.dotm</Template>
  <TotalTime>0</TotalTime>
  <Pages>1</Pages>
  <Words>37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88500</vt:lpstr>
    </vt:vector>
  </TitlesOfParts>
  <Company>ZPA Nord-West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88500</dc:title>
  <dc:subject>E-Mail-Vorlage</dc:subject>
  <dc:creator>IHK</dc:creator>
  <cp:keywords/>
  <dc:description/>
  <cp:lastModifiedBy>SYSTEM</cp:lastModifiedBy>
  <cp:revision>4</cp:revision>
  <dcterms:created xsi:type="dcterms:W3CDTF">2020-03-04T07:10:00Z</dcterms:created>
  <dcterms:modified xsi:type="dcterms:W3CDTF">2020-03-04T07:19:00Z</dcterms:modified>
</cp:coreProperties>
</file>